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1706AF" w:rsidP="003420EA">
      <w:pPr>
        <w:ind w:left="284"/>
        <w:jc w:val="both"/>
        <w:rPr>
          <w:bCs w:val="0"/>
          <w:sz w:val="24"/>
          <w:szCs w:val="24"/>
        </w:rPr>
      </w:pPr>
      <w:bookmarkStart w:id="0" w:name="_GoBack"/>
      <w:r>
        <w:rPr>
          <w:bCs w:val="0"/>
          <w:sz w:val="24"/>
          <w:szCs w:val="24"/>
        </w:rPr>
        <w:t>5.12.</w:t>
      </w:r>
      <w:r w:rsidR="007560B9">
        <w:rPr>
          <w:bCs w:val="0"/>
          <w:sz w:val="24"/>
          <w:szCs w:val="24"/>
        </w:rPr>
        <w:t xml:space="preserve"> </w:t>
      </w:r>
      <w:r w:rsidR="003420EA" w:rsidRPr="003420EA">
        <w:rPr>
          <w:bCs w:val="0"/>
          <w:sz w:val="24"/>
          <w:szCs w:val="24"/>
        </w:rPr>
        <w:t>202</w:t>
      </w:r>
      <w:r w:rsidR="00EE76C5">
        <w:rPr>
          <w:bCs w:val="0"/>
          <w:sz w:val="24"/>
          <w:szCs w:val="24"/>
        </w:rPr>
        <w:t>3</w:t>
      </w:r>
      <w:r w:rsidR="003420EA" w:rsidRPr="003420EA">
        <w:rPr>
          <w:bCs w:val="0"/>
          <w:sz w:val="24"/>
          <w:szCs w:val="24"/>
        </w:rPr>
        <w:t xml:space="preserve">   </w:t>
      </w:r>
      <w:bookmarkEnd w:id="0"/>
      <w:r w:rsidR="003420EA" w:rsidRPr="003420EA">
        <w:rPr>
          <w:bCs w:val="0"/>
          <w:sz w:val="24"/>
          <w:szCs w:val="24"/>
        </w:rPr>
        <w:t xml:space="preserve">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890A4C" w:rsidRDefault="007A24A4" w:rsidP="005B09E6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1706AF" w:rsidRPr="001706AF">
        <w:t>«О внесении изменения в приложение 1 к постановлению Законодательного Собрания Новосибирской области «О наградах Законодательного Собрания Новосибирской области»</w:t>
      </w:r>
      <w:r w:rsidRPr="00890A4C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председател</w:t>
      </w:r>
      <w:r w:rsidR="00890A4C">
        <w:rPr>
          <w:bCs w:val="0"/>
          <w:szCs w:val="20"/>
        </w:rPr>
        <w:t>ь</w:t>
      </w:r>
      <w:r w:rsidR="007A24A4" w:rsidRPr="007A24A4">
        <w:rPr>
          <w:bCs w:val="0"/>
          <w:szCs w:val="20"/>
        </w:rPr>
        <w:t xml:space="preserve"> комитета Законодательного Собрания по государственной политике, законодательству и местному самоуправлению</w:t>
      </w:r>
      <w:r w:rsidR="00EB08B0">
        <w:rPr>
          <w:bCs w:val="0"/>
          <w:szCs w:val="20"/>
        </w:rPr>
        <w:t>, депутат</w:t>
      </w:r>
      <w:r w:rsidR="007A24A4" w:rsidRPr="007A24A4">
        <w:rPr>
          <w:bCs w:val="0"/>
          <w:szCs w:val="20"/>
        </w:rPr>
        <w:t xml:space="preserve">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 w:rsidR="00890A4C">
        <w:t>И.Р. Умербаев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9F7" w:rsidRDefault="00D359F7">
      <w:r>
        <w:separator/>
      </w:r>
    </w:p>
  </w:endnote>
  <w:endnote w:type="continuationSeparator" w:id="0">
    <w:p w:rsidR="00D359F7" w:rsidRDefault="00D35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9F7" w:rsidRDefault="00D359F7">
      <w:r>
        <w:separator/>
      </w:r>
    </w:p>
  </w:footnote>
  <w:footnote w:type="continuationSeparator" w:id="0">
    <w:p w:rsidR="00D359F7" w:rsidRDefault="00D35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06AF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C539C"/>
    <w:rsid w:val="002D0D6A"/>
    <w:rsid w:val="002D0E03"/>
    <w:rsid w:val="002D635A"/>
    <w:rsid w:val="002D6E9A"/>
    <w:rsid w:val="002E2528"/>
    <w:rsid w:val="002E509D"/>
    <w:rsid w:val="002F7D2C"/>
    <w:rsid w:val="003042A2"/>
    <w:rsid w:val="00312164"/>
    <w:rsid w:val="003130D9"/>
    <w:rsid w:val="00315506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B09E6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7769E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560B9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E5E5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66E4B"/>
    <w:rsid w:val="00880FC1"/>
    <w:rsid w:val="00890A4C"/>
    <w:rsid w:val="0089156E"/>
    <w:rsid w:val="008927FF"/>
    <w:rsid w:val="00894CE0"/>
    <w:rsid w:val="00895CEC"/>
    <w:rsid w:val="008A4E10"/>
    <w:rsid w:val="008A5625"/>
    <w:rsid w:val="008C6DBF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4489F"/>
    <w:rsid w:val="009472D2"/>
    <w:rsid w:val="00950736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3F4B"/>
    <w:rsid w:val="00AA44CE"/>
    <w:rsid w:val="00AA5A56"/>
    <w:rsid w:val="00AB6F62"/>
    <w:rsid w:val="00AC40BB"/>
    <w:rsid w:val="00AC52D8"/>
    <w:rsid w:val="00AD39B4"/>
    <w:rsid w:val="00AE4320"/>
    <w:rsid w:val="00AE5915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74818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46B6F"/>
    <w:rsid w:val="00C5729B"/>
    <w:rsid w:val="00C74D7E"/>
    <w:rsid w:val="00C7764D"/>
    <w:rsid w:val="00C85DC3"/>
    <w:rsid w:val="00C900FE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3CAF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359F7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42B02"/>
    <w:rsid w:val="00E566F8"/>
    <w:rsid w:val="00E72505"/>
    <w:rsid w:val="00E74D6C"/>
    <w:rsid w:val="00E75006"/>
    <w:rsid w:val="00E776A0"/>
    <w:rsid w:val="00E831A2"/>
    <w:rsid w:val="00E9288A"/>
    <w:rsid w:val="00E944DC"/>
    <w:rsid w:val="00E94E0B"/>
    <w:rsid w:val="00E95E7F"/>
    <w:rsid w:val="00EA4F82"/>
    <w:rsid w:val="00EB08B0"/>
    <w:rsid w:val="00EB11E5"/>
    <w:rsid w:val="00EC0970"/>
    <w:rsid w:val="00EC14E5"/>
    <w:rsid w:val="00EC7B61"/>
    <w:rsid w:val="00EE76C5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1707D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DB31-F90F-4276-A349-CBBB5182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2023-06-19T10:19:00Z</cp:lastPrinted>
  <dcterms:created xsi:type="dcterms:W3CDTF">2023-11-23T04:56:00Z</dcterms:created>
  <dcterms:modified xsi:type="dcterms:W3CDTF">2023-11-23T04:56:00Z</dcterms:modified>
</cp:coreProperties>
</file>